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EE0865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EE0865" w:rsidP="00C66C66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6C6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EE0865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EE086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66C66">
              <w:rPr>
                <w:rFonts w:ascii="Arial" w:hAnsi="Arial" w:cs="Arial"/>
                <w:noProof/>
                <w:sz w:val="18"/>
                <w:szCs w:val="18"/>
              </w:rPr>
              <w:t>Friday, 31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EE0865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C66C66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Had episode of expressive dysphasia lasting &lt; 10 minutes on 5</w:t>
            </w:r>
            <w:r w:rsidRPr="00C66C66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July. </w:t>
            </w:r>
            <w:r w:rsidR="00D140DD">
              <w:rPr>
                <w:rFonts w:ascii="Arial" w:hAnsi="Arial" w:cs="Arial"/>
                <w:sz w:val="18"/>
                <w:szCs w:val="18"/>
              </w:rPr>
              <w:t>Anterior</w:t>
            </w:r>
            <w:r>
              <w:rPr>
                <w:rFonts w:ascii="Arial" w:hAnsi="Arial" w:cs="Arial"/>
                <w:sz w:val="18"/>
                <w:szCs w:val="18"/>
              </w:rPr>
              <w:t xml:space="preserve"> circulation TIA. Normally fit and well. ? Carotid emboli.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D140D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4271010</wp:posOffset>
                      </wp:positionH>
                      <wp:positionV relativeFrom="paragraph">
                        <wp:posOffset>3368040</wp:posOffset>
                      </wp:positionV>
                      <wp:extent cx="219075" cy="152400"/>
                      <wp:effectExtent l="0" t="8255" r="0" b="1270"/>
                      <wp:wrapNone/>
                      <wp:docPr id="55" name="Text Box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40DD" w:rsidRPr="004E4B01" w:rsidRDefault="00D140DD" w:rsidP="00D140DD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?O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6" o:spid="_x0000_s1026" type="#_x0000_t202" style="position:absolute;left:0;text-align:left;margin-left:336.3pt;margin-top:265.2pt;width:17.25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D140DD" w:rsidRPr="004E4B01" w:rsidRDefault="00D140DD" w:rsidP="00D140DD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?O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4062095</wp:posOffset>
                      </wp:positionH>
                      <wp:positionV relativeFrom="paragraph">
                        <wp:posOffset>3703320</wp:posOffset>
                      </wp:positionV>
                      <wp:extent cx="254000" cy="132080"/>
                      <wp:effectExtent l="10160" t="10160" r="12065" b="10160"/>
                      <wp:wrapNone/>
                      <wp:docPr id="54" name="Line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4000" cy="132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A0D2D" id="Line 495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85pt,291.6pt" to="339.85pt,3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tsTIAIAADkEAAAOAAAAZHJzL2Uyb0RvYy54bWysU02P2yAQvVfqf0DcE3+sky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4020185</wp:posOffset>
                      </wp:positionH>
                      <wp:positionV relativeFrom="paragraph">
                        <wp:posOffset>3486785</wp:posOffset>
                      </wp:positionV>
                      <wp:extent cx="254000" cy="132080"/>
                      <wp:effectExtent l="6350" t="12700" r="6350" b="7620"/>
                      <wp:wrapNone/>
                      <wp:docPr id="53" name="Line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4000" cy="132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5F930F" id="Line 494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55pt,274.55pt" to="336.55pt,2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3989070</wp:posOffset>
                      </wp:positionH>
                      <wp:positionV relativeFrom="paragraph">
                        <wp:posOffset>3302635</wp:posOffset>
                      </wp:positionV>
                      <wp:extent cx="254000" cy="132080"/>
                      <wp:effectExtent l="13335" t="9525" r="8890" b="10795"/>
                      <wp:wrapNone/>
                      <wp:docPr id="52" name="Line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4000" cy="132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BC344B" id="Line 493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pt,260.05pt" to="334.1pt,2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3492500</wp:posOffset>
                      </wp:positionH>
                      <wp:positionV relativeFrom="paragraph">
                        <wp:posOffset>2272030</wp:posOffset>
                      </wp:positionV>
                      <wp:extent cx="254000" cy="386080"/>
                      <wp:effectExtent l="12065" t="17145" r="10160" b="6350"/>
                      <wp:wrapNone/>
                      <wp:docPr id="51" name="Freeform 49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4000" cy="386080"/>
                              </a:xfrm>
                              <a:custGeom>
                                <a:avLst/>
                                <a:gdLst>
                                  <a:gd name="T0" fmla="*/ 0 w 400"/>
                                  <a:gd name="T1" fmla="*/ 33 h 608"/>
                                  <a:gd name="T2" fmla="*/ 200 w 400"/>
                                  <a:gd name="T3" fmla="*/ 0 h 608"/>
                                  <a:gd name="T4" fmla="*/ 341 w 400"/>
                                  <a:gd name="T5" fmla="*/ 50 h 608"/>
                                  <a:gd name="T6" fmla="*/ 400 w 400"/>
                                  <a:gd name="T7" fmla="*/ 142 h 608"/>
                                  <a:gd name="T8" fmla="*/ 400 w 400"/>
                                  <a:gd name="T9" fmla="*/ 308 h 608"/>
                                  <a:gd name="T10" fmla="*/ 375 w 400"/>
                                  <a:gd name="T11" fmla="*/ 608 h 608"/>
                                  <a:gd name="T12" fmla="*/ 366 w 400"/>
                                  <a:gd name="T13" fmla="*/ 250 h 608"/>
                                  <a:gd name="T14" fmla="*/ 325 w 400"/>
                                  <a:gd name="T15" fmla="*/ 117 h 608"/>
                                  <a:gd name="T16" fmla="*/ 208 w 400"/>
                                  <a:gd name="T17" fmla="*/ 67 h 608"/>
                                  <a:gd name="T18" fmla="*/ 67 w 400"/>
                                  <a:gd name="T19" fmla="*/ 17 h 6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00" h="608">
                                    <a:moveTo>
                                      <a:pt x="0" y="33"/>
                                    </a:moveTo>
                                    <a:lnTo>
                                      <a:pt x="200" y="0"/>
                                    </a:lnTo>
                                    <a:lnTo>
                                      <a:pt x="341" y="50"/>
                                    </a:lnTo>
                                    <a:lnTo>
                                      <a:pt x="400" y="142"/>
                                    </a:lnTo>
                                    <a:lnTo>
                                      <a:pt x="400" y="308"/>
                                    </a:lnTo>
                                    <a:lnTo>
                                      <a:pt x="375" y="608"/>
                                    </a:lnTo>
                                    <a:lnTo>
                                      <a:pt x="366" y="250"/>
                                    </a:lnTo>
                                    <a:lnTo>
                                      <a:pt x="325" y="117"/>
                                    </a:lnTo>
                                    <a:lnTo>
                                      <a:pt x="208" y="67"/>
                                    </a:lnTo>
                                    <a:lnTo>
                                      <a:pt x="67" y="17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B7FA601" id="Freeform 492" o:spid="_x0000_s1026" alt="Granite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5pt,180.55pt,285pt,178.9pt,292.05pt,181.4pt,295pt,186pt,295pt,194.3pt,293.75pt,209.3pt,293.3pt,191.4pt,291.25pt,184.75pt,285.4pt,182.25pt,278.35pt,179.75pt" coordsize="400,6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">
                      <v:fill r:id="rId7" o:title="Granite" recolor="t" type="tile"/>
                      <v:path arrowok="t" o:connecttype="custom" o:connectlocs="0,20955;127000,0;216535,31750;254000,90170;254000,195580;238125,386080;232410,158750;206375,74295;132080,42545;42545,10795" o:connectangles="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4042410</wp:posOffset>
                      </wp:positionH>
                      <wp:positionV relativeFrom="paragraph">
                        <wp:posOffset>1447800</wp:posOffset>
                      </wp:positionV>
                      <wp:extent cx="137160" cy="1289685"/>
                      <wp:effectExtent l="19050" t="12065" r="15240" b="41275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7160" cy="1289685"/>
                              </a:xfrm>
                              <a:custGeom>
                                <a:avLst/>
                                <a:gdLst>
                                  <a:gd name="T0" fmla="*/ 199 w 216"/>
                                  <a:gd name="T1" fmla="*/ 0 h 2031"/>
                                  <a:gd name="T2" fmla="*/ 133 w 216"/>
                                  <a:gd name="T3" fmla="*/ 199 h 2031"/>
                                  <a:gd name="T4" fmla="*/ 183 w 216"/>
                                  <a:gd name="T5" fmla="*/ 424 h 2031"/>
                                  <a:gd name="T6" fmla="*/ 216 w 216"/>
                                  <a:gd name="T7" fmla="*/ 507 h 2031"/>
                                  <a:gd name="T8" fmla="*/ 199 w 216"/>
                                  <a:gd name="T9" fmla="*/ 824 h 2031"/>
                                  <a:gd name="T10" fmla="*/ 91 w 216"/>
                                  <a:gd name="T11" fmla="*/ 1082 h 2031"/>
                                  <a:gd name="T12" fmla="*/ 0 w 216"/>
                                  <a:gd name="T13" fmla="*/ 1373 h 2031"/>
                                  <a:gd name="T14" fmla="*/ 16 w 216"/>
                                  <a:gd name="T15" fmla="*/ 2031 h 2031"/>
                                  <a:gd name="T16" fmla="*/ 166 w 216"/>
                                  <a:gd name="T17" fmla="*/ 1465 h 2031"/>
                                  <a:gd name="T18" fmla="*/ 216 w 216"/>
                                  <a:gd name="T19" fmla="*/ 865 h 2031"/>
                                  <a:gd name="T20" fmla="*/ 216 w 216"/>
                                  <a:gd name="T21" fmla="*/ 782 h 20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16" h="2031">
                                    <a:moveTo>
                                      <a:pt x="199" y="0"/>
                                    </a:moveTo>
                                    <a:lnTo>
                                      <a:pt x="133" y="199"/>
                                    </a:lnTo>
                                    <a:lnTo>
                                      <a:pt x="183" y="424"/>
                                    </a:lnTo>
                                    <a:lnTo>
                                      <a:pt x="216" y="507"/>
                                    </a:lnTo>
                                    <a:lnTo>
                                      <a:pt x="199" y="824"/>
                                    </a:lnTo>
                                    <a:lnTo>
                                      <a:pt x="91" y="1082"/>
                                    </a:lnTo>
                                    <a:lnTo>
                                      <a:pt x="0" y="1373"/>
                                    </a:lnTo>
                                    <a:lnTo>
                                      <a:pt x="16" y="2031"/>
                                    </a:lnTo>
                                    <a:lnTo>
                                      <a:pt x="166" y="1465"/>
                                    </a:lnTo>
                                    <a:lnTo>
                                      <a:pt x="216" y="865"/>
                                    </a:lnTo>
                                    <a:lnTo>
                                      <a:pt x="216" y="782"/>
                                    </a:ln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91645B3" id="Freeform 49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8.25pt,114pt,324.95pt,123.95pt,327.45pt,135.2pt,329.1pt,139.35pt,328.25pt,155.2pt,322.85pt,168.1pt,318.3pt,182.65pt,319.1pt,215.55pt,326.6pt,187.25pt,329.1pt,157.25pt,329.1pt,153.1pt" coordsize="216,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" fillcolor="#333">
                      <v:path arrowok="t" o:connecttype="custom" o:connectlocs="126365,0;84455,126365;116205,269240;137160,321945;126365,523240;57785,687070;0,871855;10160,1289685;105410,930275;137160,549275;137160,496570" o:connectangles="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2377440</wp:posOffset>
                      </wp:positionH>
                      <wp:positionV relativeFrom="paragraph">
                        <wp:posOffset>2282825</wp:posOffset>
                      </wp:positionV>
                      <wp:extent cx="227330" cy="269240"/>
                      <wp:effectExtent l="11430" t="18415" r="46990" b="7620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7330" cy="269240"/>
                              </a:xfrm>
                              <a:custGeom>
                                <a:avLst/>
                                <a:gdLst>
                                  <a:gd name="T0" fmla="*/ 50 w 358"/>
                                  <a:gd name="T1" fmla="*/ 424 h 424"/>
                                  <a:gd name="T2" fmla="*/ 0 w 358"/>
                                  <a:gd name="T3" fmla="*/ 274 h 424"/>
                                  <a:gd name="T4" fmla="*/ 16 w 358"/>
                                  <a:gd name="T5" fmla="*/ 116 h 424"/>
                                  <a:gd name="T6" fmla="*/ 125 w 358"/>
                                  <a:gd name="T7" fmla="*/ 16 h 424"/>
                                  <a:gd name="T8" fmla="*/ 249 w 358"/>
                                  <a:gd name="T9" fmla="*/ 0 h 424"/>
                                  <a:gd name="T10" fmla="*/ 358 w 358"/>
                                  <a:gd name="T11" fmla="*/ 16 h 424"/>
                                  <a:gd name="T12" fmla="*/ 191 w 358"/>
                                  <a:gd name="T13" fmla="*/ 33 h 424"/>
                                  <a:gd name="T14" fmla="*/ 83 w 358"/>
                                  <a:gd name="T15" fmla="*/ 83 h 424"/>
                                  <a:gd name="T16" fmla="*/ 25 w 358"/>
                                  <a:gd name="T17" fmla="*/ 199 h 424"/>
                                  <a:gd name="T18" fmla="*/ 25 w 358"/>
                                  <a:gd name="T19" fmla="*/ 374 h 4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58" h="424">
                                    <a:moveTo>
                                      <a:pt x="50" y="424"/>
                                    </a:moveTo>
                                    <a:lnTo>
                                      <a:pt x="0" y="274"/>
                                    </a:lnTo>
                                    <a:lnTo>
                                      <a:pt x="16" y="116"/>
                                    </a:lnTo>
                                    <a:lnTo>
                                      <a:pt x="125" y="16"/>
                                    </a:lnTo>
                                    <a:lnTo>
                                      <a:pt x="249" y="0"/>
                                    </a:lnTo>
                                    <a:lnTo>
                                      <a:pt x="358" y="16"/>
                                    </a:lnTo>
                                    <a:lnTo>
                                      <a:pt x="191" y="33"/>
                                    </a:lnTo>
                                    <a:lnTo>
                                      <a:pt x="83" y="83"/>
                                    </a:lnTo>
                                    <a:lnTo>
                                      <a:pt x="25" y="199"/>
                                    </a:lnTo>
                                    <a:lnTo>
                                      <a:pt x="25" y="374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1E83C9F" id="Freeform 490" o:spid="_x0000_s1026" alt="Granite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9.7pt,200.95pt,187.2pt,193.45pt,188pt,185.55pt,193.45pt,180.55pt,199.65pt,179.75pt,205.1pt,180.55pt,196.75pt,181.4pt,191.35pt,183.9pt,188.45pt,189.7pt,188.45pt,198.45pt" coordsize="358,4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">
                      <v:fill r:id="rId7" o:title="Granite" recolor="t" type="tile"/>
                      <v:path arrowok="t" o:connecttype="custom" o:connectlocs="31750,269240;0,173990;10160,73660;79375,10160;158115,0;227330,10160;121285,20955;52705,52705;15875,126365;15875,237490" o:connectangles="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1769745</wp:posOffset>
                      </wp:positionV>
                      <wp:extent cx="169545" cy="788035"/>
                      <wp:effectExtent l="14605" t="29210" r="15875" b="30480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9545" cy="788035"/>
                              </a:xfrm>
                              <a:custGeom>
                                <a:avLst/>
                                <a:gdLst>
                                  <a:gd name="T0" fmla="*/ 75 w 267"/>
                                  <a:gd name="T1" fmla="*/ 0 h 1241"/>
                                  <a:gd name="T2" fmla="*/ 217 w 267"/>
                                  <a:gd name="T3" fmla="*/ 516 h 1241"/>
                                  <a:gd name="T4" fmla="*/ 259 w 267"/>
                                  <a:gd name="T5" fmla="*/ 891 h 1241"/>
                                  <a:gd name="T6" fmla="*/ 267 w 267"/>
                                  <a:gd name="T7" fmla="*/ 1241 h 1241"/>
                                  <a:gd name="T8" fmla="*/ 117 w 267"/>
                                  <a:gd name="T9" fmla="*/ 883 h 1241"/>
                                  <a:gd name="T10" fmla="*/ 42 w 267"/>
                                  <a:gd name="T11" fmla="*/ 658 h 1241"/>
                                  <a:gd name="T12" fmla="*/ 0 w 267"/>
                                  <a:gd name="T13" fmla="*/ 425 h 1241"/>
                                  <a:gd name="T14" fmla="*/ 75 w 267"/>
                                  <a:gd name="T15" fmla="*/ 0 h 12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67" h="1241">
                                    <a:moveTo>
                                      <a:pt x="75" y="0"/>
                                    </a:moveTo>
                                    <a:lnTo>
                                      <a:pt x="217" y="516"/>
                                    </a:lnTo>
                                    <a:lnTo>
                                      <a:pt x="259" y="891"/>
                                    </a:lnTo>
                                    <a:lnTo>
                                      <a:pt x="267" y="1241"/>
                                    </a:lnTo>
                                    <a:lnTo>
                                      <a:pt x="117" y="883"/>
                                    </a:lnTo>
                                    <a:lnTo>
                                      <a:pt x="42" y="658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43D4F" id="Freeform 489" o:spid="_x0000_s1026" style="position:absolute;margin-left:152.2pt;margin-top:139.35pt;width:13.35pt;height:62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7,1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" path="m75,l217,516r42,375l267,1241,117,883,42,658,,425,75,xe" fillcolor="#333">
                      <v:path arrowok="t" o:connecttype="custom" o:connectlocs="47625,0;137795,327660;164465,565785;169545,788035;74295,560705;26670,417830;0,269875;47625,0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C66C66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8" o:spid="_x0000_s1027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C66C66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C66C66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8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C66C66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C66C66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9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C66C66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C66C66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30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C66C66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C66C6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C66C6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1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C66C6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C66C6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C66C6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C66C6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2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C66C6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C66C6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943BB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3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D140D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781E0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D140D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21233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9017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50081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CD00B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Retrograde (see comments)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66C6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D140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140DD">
              <w:rPr>
                <w:rFonts w:ascii="Arial" w:hAnsi="Arial"/>
                <w:bCs/>
                <w:sz w:val="18"/>
                <w:szCs w:val="18"/>
              </w:rPr>
              <w:t>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D140DD">
              <w:rPr>
                <w:rFonts w:ascii="Arial" w:hAnsi="Arial"/>
                <w:bCs/>
                <w:sz w:val="18"/>
                <w:szCs w:val="18"/>
              </w:rPr>
              <w:t xml:space="preserve"> High resistance and low velocity retrograde flow seen in the vertebral artery with no flow seen proximally, indicating proximal vertebral artery occlusion. Normal subclavian flow. No thickening of the intima-media layer.</w:t>
            </w:r>
          </w:p>
          <w:p w:rsidR="00C66C66" w:rsidRPr="00BE67C6" w:rsidRDefault="00C66C6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C66C66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C66" w:rsidRDefault="00C66C66">
      <w:r>
        <w:separator/>
      </w:r>
    </w:p>
  </w:endnote>
  <w:endnote w:type="continuationSeparator" w:id="0">
    <w:p w:rsidR="00C66C66" w:rsidRDefault="00C6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C66" w:rsidRDefault="00C66C66">
      <w:r>
        <w:separator/>
      </w:r>
    </w:p>
  </w:footnote>
  <w:footnote w:type="continuationSeparator" w:id="0">
    <w:p w:rsidR="00C66C66" w:rsidRDefault="00C66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D140D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66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3224A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66C66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140DD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0865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D48E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136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2020-08-07T09:08:00Z</dcterms:created>
  <dcterms:modified xsi:type="dcterms:W3CDTF">2020-08-07T09:08:00Z</dcterms:modified>
</cp:coreProperties>
</file>